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6F" w:rsidRDefault="003D796F" w:rsidP="002431E7">
      <w:pPr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p w:rsidR="00E15D34" w:rsidRPr="008D337F" w:rsidRDefault="00E15D34" w:rsidP="002431E7">
      <w:pPr>
        <w:rPr>
          <w:rFonts w:asciiTheme="minorHAnsi" w:hAnsiTheme="minorHAnsi" w:cstheme="minorHAnsi"/>
          <w:b/>
          <w:bCs/>
          <w:color w:val="000000"/>
          <w:u w:val="single"/>
        </w:rPr>
      </w:pPr>
      <w:r w:rsidRPr="008D337F">
        <w:rPr>
          <w:rFonts w:asciiTheme="minorHAnsi" w:hAnsiTheme="minorHAnsi" w:cstheme="minorHAnsi"/>
          <w:b/>
          <w:bCs/>
          <w:color w:val="000000"/>
          <w:u w:val="single"/>
        </w:rPr>
        <w:t>Step One:</w:t>
      </w:r>
    </w:p>
    <w:p w:rsidR="00E15D34" w:rsidRPr="008D337F" w:rsidRDefault="00E15D34" w:rsidP="002431E7">
      <w:pPr>
        <w:rPr>
          <w:rFonts w:asciiTheme="minorHAnsi" w:hAnsiTheme="minorHAnsi" w:cstheme="minorHAnsi"/>
          <w:u w:val="single"/>
        </w:rPr>
      </w:pPr>
    </w:p>
    <w:p w:rsidR="00E15D34" w:rsidRPr="002D41B5" w:rsidRDefault="00E15D34" w:rsidP="002D41B5">
      <w:pPr>
        <w:ind w:left="360"/>
        <w:rPr>
          <w:rFonts w:asciiTheme="minorHAnsi" w:hAnsiTheme="minorHAnsi" w:cstheme="minorHAnsi"/>
        </w:rPr>
      </w:pPr>
      <w:r w:rsidRPr="002D41B5">
        <w:rPr>
          <w:rFonts w:asciiTheme="minorHAnsi" w:hAnsiTheme="minorHAnsi" w:cstheme="minorHAnsi"/>
          <w:b/>
          <w:bCs/>
          <w:color w:val="000000"/>
        </w:rPr>
        <w:t>Creating your NSTA Learning Center Account:</w:t>
      </w:r>
    </w:p>
    <w:p w:rsidR="00E15D34" w:rsidRPr="008D337F" w:rsidRDefault="00E15D34" w:rsidP="008D337F">
      <w:pPr>
        <w:pStyle w:val="ListParagraph"/>
        <w:rPr>
          <w:rFonts w:asciiTheme="minorHAnsi" w:hAnsiTheme="minorHAnsi" w:cstheme="minorHAnsi"/>
        </w:rPr>
      </w:pPr>
    </w:p>
    <w:p w:rsidR="00E15D34" w:rsidRPr="00A8558D" w:rsidRDefault="00E15D34" w:rsidP="00A8558D">
      <w:pPr>
        <w:pStyle w:val="ListParagraph"/>
        <w:numPr>
          <w:ilvl w:val="1"/>
          <w:numId w:val="20"/>
        </w:numPr>
        <w:rPr>
          <w:rFonts w:asciiTheme="minorHAnsi" w:hAnsiTheme="minorHAnsi" w:cstheme="minorHAnsi"/>
        </w:rPr>
      </w:pPr>
      <w:r w:rsidRPr="002D41B5">
        <w:rPr>
          <w:rFonts w:asciiTheme="minorHAnsi" w:hAnsiTheme="minorHAnsi" w:cstheme="minorHAnsi"/>
          <w:color w:val="000000"/>
        </w:rPr>
        <w:t>From a computer connected to the internet, go to the web address below:</w:t>
      </w:r>
      <w:r w:rsidRPr="002D41B5">
        <w:rPr>
          <w:rFonts w:asciiTheme="minorHAnsi" w:hAnsiTheme="minorHAnsi" w:cstheme="minorHAnsi"/>
          <w:color w:val="000000"/>
        </w:rPr>
        <w:br/>
      </w:r>
      <w:r w:rsidRPr="00A8558D">
        <w:rPr>
          <w:rFonts w:asciiTheme="minorHAnsi" w:hAnsiTheme="minorHAnsi" w:cstheme="minorHAnsi"/>
          <w:b/>
        </w:rPr>
        <w:t>http://learningcenter.nsta.org/</w:t>
      </w:r>
    </w:p>
    <w:p w:rsidR="00E15D34" w:rsidRPr="008D337F" w:rsidRDefault="00E15D34" w:rsidP="002D41B5">
      <w:pPr>
        <w:pStyle w:val="ListParagraph"/>
        <w:ind w:left="1080"/>
        <w:rPr>
          <w:rFonts w:asciiTheme="minorHAnsi" w:hAnsiTheme="minorHAnsi" w:cstheme="minorHAnsi"/>
        </w:rPr>
      </w:pPr>
    </w:p>
    <w:p w:rsidR="00E15D34" w:rsidRPr="002D41B5" w:rsidRDefault="00E15D34" w:rsidP="002D41B5">
      <w:pPr>
        <w:pStyle w:val="ListParagraph"/>
        <w:numPr>
          <w:ilvl w:val="1"/>
          <w:numId w:val="20"/>
        </w:numPr>
        <w:rPr>
          <w:rFonts w:asciiTheme="minorHAnsi" w:hAnsiTheme="minorHAnsi" w:cstheme="minorHAnsi"/>
          <w:color w:val="000000"/>
        </w:rPr>
      </w:pPr>
      <w:r w:rsidRPr="002D41B5">
        <w:rPr>
          <w:rFonts w:asciiTheme="minorHAnsi" w:hAnsiTheme="minorHAnsi" w:cstheme="minorHAnsi"/>
          <w:color w:val="000000"/>
        </w:rPr>
        <w:t>At the top of the screen you will see links labeled “Login” and “Create a Free Account.”  Please click on the “Create a Free Account” link.</w:t>
      </w:r>
      <w:r w:rsidRPr="002D41B5">
        <w:rPr>
          <w:rFonts w:asciiTheme="minorHAnsi" w:hAnsiTheme="minorHAnsi" w:cstheme="minorHAnsi"/>
          <w:color w:val="000000"/>
        </w:rPr>
        <w:br/>
      </w:r>
    </w:p>
    <w:p w:rsidR="00E15D34" w:rsidRPr="002D41B5" w:rsidRDefault="00E15D34" w:rsidP="002D41B5">
      <w:pPr>
        <w:pStyle w:val="ListParagraph"/>
        <w:numPr>
          <w:ilvl w:val="1"/>
          <w:numId w:val="20"/>
        </w:numPr>
        <w:rPr>
          <w:rFonts w:asciiTheme="minorHAnsi" w:hAnsiTheme="minorHAnsi" w:cstheme="minorHAnsi"/>
          <w:color w:val="000000"/>
        </w:rPr>
      </w:pPr>
      <w:r w:rsidRPr="002D41B5">
        <w:rPr>
          <w:rFonts w:asciiTheme="minorHAnsi" w:hAnsiTheme="minorHAnsi" w:cstheme="minorHAnsi"/>
          <w:color w:val="000000"/>
        </w:rPr>
        <w:t xml:space="preserve">Answer </w:t>
      </w:r>
      <w:r w:rsidRPr="002D41B5">
        <w:rPr>
          <w:rFonts w:asciiTheme="minorHAnsi" w:hAnsiTheme="minorHAnsi" w:cstheme="minorHAnsi"/>
          <w:b/>
          <w:color w:val="000000"/>
        </w:rPr>
        <w:t>the five required questions in RED</w:t>
      </w:r>
      <w:r w:rsidRPr="002D41B5">
        <w:rPr>
          <w:rFonts w:asciiTheme="minorHAnsi" w:hAnsiTheme="minorHAnsi" w:cstheme="minorHAnsi"/>
          <w:color w:val="000000"/>
        </w:rPr>
        <w:t xml:space="preserve"> on the following page: First name, Last name, Email, Password, and Confirm Password. Optional: you can also enter information in the work/school address fields. Finally, click the “SUBMIT” button located at the bottom of the page. </w:t>
      </w:r>
    </w:p>
    <w:p w:rsidR="00E15D34" w:rsidRPr="008D337F" w:rsidRDefault="00E15D34" w:rsidP="002D41B5">
      <w:pPr>
        <w:rPr>
          <w:rFonts w:asciiTheme="minorHAnsi" w:hAnsiTheme="minorHAnsi" w:cstheme="minorHAnsi"/>
          <w:i/>
          <w:color w:val="000000"/>
        </w:rPr>
      </w:pPr>
    </w:p>
    <w:p w:rsidR="00E15D34" w:rsidRPr="002D41B5" w:rsidRDefault="00E15D34" w:rsidP="002D41B5">
      <w:pPr>
        <w:pStyle w:val="ListParagraph"/>
        <w:numPr>
          <w:ilvl w:val="1"/>
          <w:numId w:val="20"/>
        </w:numPr>
        <w:rPr>
          <w:rFonts w:asciiTheme="minorHAnsi" w:hAnsiTheme="minorHAnsi" w:cstheme="minorHAnsi"/>
          <w:color w:val="000000"/>
        </w:rPr>
      </w:pPr>
      <w:r w:rsidRPr="002D41B5">
        <w:rPr>
          <w:rFonts w:asciiTheme="minorHAnsi" w:hAnsiTheme="minorHAnsi" w:cstheme="minorHAnsi"/>
          <w:i/>
          <w:color w:val="000000"/>
        </w:rPr>
        <w:t xml:space="preserve">Save your e-mail </w:t>
      </w:r>
      <w:r w:rsidR="00446757">
        <w:rPr>
          <w:rFonts w:asciiTheme="minorHAnsi" w:hAnsiTheme="minorHAnsi" w:cstheme="minorHAnsi"/>
          <w:i/>
          <w:color w:val="000000"/>
        </w:rPr>
        <w:t xml:space="preserve">address </w:t>
      </w:r>
      <w:r w:rsidRPr="002D41B5">
        <w:rPr>
          <w:rFonts w:asciiTheme="minorHAnsi" w:hAnsiTheme="minorHAnsi" w:cstheme="minorHAnsi"/>
          <w:i/>
          <w:color w:val="000000"/>
        </w:rPr>
        <w:t>and password information for logging-in to the Learning Center again in the future.</w:t>
      </w:r>
      <w:r w:rsidRPr="002D41B5">
        <w:rPr>
          <w:rFonts w:asciiTheme="minorHAnsi" w:hAnsiTheme="minorHAnsi" w:cstheme="minorHAnsi"/>
          <w:color w:val="000000"/>
        </w:rPr>
        <w:t xml:space="preserve"> </w:t>
      </w:r>
      <w:r w:rsidRPr="002D41B5">
        <w:rPr>
          <w:rFonts w:asciiTheme="minorHAnsi" w:hAnsiTheme="minorHAnsi" w:cstheme="minorHAnsi"/>
          <w:b/>
          <w:color w:val="000000"/>
        </w:rPr>
        <w:t xml:space="preserve">Go to </w:t>
      </w:r>
      <w:r w:rsidRPr="002D41B5">
        <w:rPr>
          <w:rFonts w:asciiTheme="minorHAnsi" w:hAnsiTheme="minorHAnsi" w:cstheme="minorHAnsi"/>
          <w:b/>
          <w:color w:val="000000"/>
          <w:u w:val="single"/>
        </w:rPr>
        <w:t>Step Two</w:t>
      </w:r>
      <w:r w:rsidRPr="002D41B5">
        <w:rPr>
          <w:rFonts w:asciiTheme="minorHAnsi" w:hAnsiTheme="minorHAnsi" w:cstheme="minorHAnsi"/>
          <w:b/>
          <w:color w:val="000000"/>
        </w:rPr>
        <w:t xml:space="preserve"> below.</w:t>
      </w:r>
    </w:p>
    <w:p w:rsidR="002D41B5" w:rsidRDefault="002D41B5" w:rsidP="002D41B5">
      <w:pPr>
        <w:rPr>
          <w:rFonts w:asciiTheme="minorHAnsi" w:hAnsiTheme="minorHAnsi" w:cstheme="minorHAnsi"/>
          <w:b/>
          <w:color w:val="000000"/>
          <w:u w:val="single"/>
        </w:rPr>
      </w:pPr>
    </w:p>
    <w:p w:rsidR="00922EE5" w:rsidRPr="008D337F" w:rsidRDefault="00922EE5" w:rsidP="00922EE5">
      <w:pPr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hAnsiTheme="minorHAnsi" w:cstheme="minorHAnsi"/>
          <w:b/>
          <w:bCs/>
          <w:color w:val="000000"/>
          <w:u w:val="single"/>
        </w:rPr>
        <w:t>Step Two</w:t>
      </w:r>
      <w:r w:rsidRPr="008D337F">
        <w:rPr>
          <w:rFonts w:asciiTheme="minorHAnsi" w:hAnsiTheme="minorHAnsi" w:cstheme="minorHAnsi"/>
          <w:b/>
          <w:bCs/>
          <w:color w:val="000000"/>
          <w:u w:val="single"/>
        </w:rPr>
        <w:t>:</w:t>
      </w:r>
    </w:p>
    <w:p w:rsidR="00922EE5" w:rsidRPr="008D337F" w:rsidRDefault="00922EE5" w:rsidP="00922EE5">
      <w:pPr>
        <w:rPr>
          <w:rFonts w:asciiTheme="minorHAnsi" w:hAnsiTheme="minorHAnsi" w:cstheme="minorHAnsi"/>
          <w:u w:val="single"/>
        </w:rPr>
      </w:pPr>
    </w:p>
    <w:p w:rsidR="00922EE5" w:rsidRPr="002D41B5" w:rsidRDefault="00922EE5" w:rsidP="00922EE5">
      <w:pPr>
        <w:ind w:left="360"/>
        <w:rPr>
          <w:rFonts w:asciiTheme="minorHAnsi" w:hAnsiTheme="minorHAnsi" w:cstheme="minorHAnsi"/>
        </w:rPr>
      </w:pPr>
      <w:r w:rsidRPr="002D41B5">
        <w:rPr>
          <w:rFonts w:asciiTheme="minorHAnsi" w:hAnsiTheme="minorHAnsi" w:cstheme="minorHAnsi"/>
          <w:b/>
        </w:rPr>
        <w:t>Accessing your NSTA Learning Center Cohort Hub:</w:t>
      </w:r>
    </w:p>
    <w:p w:rsidR="00922EE5" w:rsidRPr="008D337F" w:rsidRDefault="00922EE5" w:rsidP="00922EE5">
      <w:pPr>
        <w:pStyle w:val="ListParagraph"/>
        <w:rPr>
          <w:rFonts w:asciiTheme="minorHAnsi" w:hAnsiTheme="minorHAnsi" w:cstheme="minorHAnsi"/>
        </w:rPr>
      </w:pPr>
    </w:p>
    <w:p w:rsidR="00922EE5" w:rsidRPr="002D41B5" w:rsidRDefault="00FD7442" w:rsidP="00922EE5">
      <w:pPr>
        <w:pStyle w:val="ListParagraph"/>
        <w:numPr>
          <w:ilvl w:val="1"/>
          <w:numId w:val="19"/>
        </w:numPr>
        <w:rPr>
          <w:rFonts w:asciiTheme="minorHAnsi" w:hAnsiTheme="minorHAnsi" w:cstheme="minorHAnsi"/>
        </w:rPr>
      </w:pPr>
      <w:r w:rsidRPr="002D41B5">
        <w:rPr>
          <w:rFonts w:asciiTheme="minorHAnsi" w:hAnsiTheme="minorHAnsi" w:cstheme="minorHAnsi"/>
        </w:rPr>
        <w:t xml:space="preserve">To access your Cohort Hub for the first time, </w:t>
      </w:r>
      <w:r w:rsidR="00816319">
        <w:rPr>
          <w:rFonts w:asciiTheme="minorHAnsi" w:hAnsiTheme="minorHAnsi" w:cstheme="minorHAnsi"/>
          <w:b/>
        </w:rPr>
        <w:t xml:space="preserve">you must type </w:t>
      </w:r>
      <w:r>
        <w:rPr>
          <w:rFonts w:asciiTheme="minorHAnsi" w:hAnsiTheme="minorHAnsi" w:cstheme="minorHAnsi"/>
          <w:b/>
        </w:rPr>
        <w:t>the URL</w:t>
      </w:r>
      <w:r w:rsidRPr="002D41B5">
        <w:rPr>
          <w:rFonts w:asciiTheme="minorHAnsi" w:hAnsiTheme="minorHAnsi" w:cstheme="minorHAnsi"/>
          <w:b/>
        </w:rPr>
        <w:t xml:space="preserve"> below</w:t>
      </w:r>
      <w:r w:rsidRPr="002D41B5">
        <w:rPr>
          <w:rFonts w:asciiTheme="minorHAnsi" w:hAnsiTheme="minorHAnsi" w:cstheme="minorHAnsi"/>
        </w:rPr>
        <w:t>:</w:t>
      </w:r>
      <w:r w:rsidR="00922EE5" w:rsidRPr="002D41B5">
        <w:rPr>
          <w:rFonts w:asciiTheme="minorHAnsi" w:hAnsiTheme="minorHAnsi" w:cstheme="minorHAnsi"/>
          <w:color w:val="000000"/>
        </w:rPr>
        <w:br/>
      </w:r>
      <w:r w:rsidR="00922EE5" w:rsidRPr="002D41B5">
        <w:rPr>
          <w:rFonts w:asciiTheme="minorHAnsi" w:hAnsiTheme="minorHAnsi" w:cstheme="minorHAnsi"/>
          <w:b/>
        </w:rPr>
        <w:t>http://learningcenter.nsta.org/</w:t>
      </w:r>
      <w:r w:rsidR="00F627FC">
        <w:rPr>
          <w:rFonts w:asciiTheme="minorHAnsi" w:hAnsiTheme="minorHAnsi" w:cstheme="minorHAnsi"/>
          <w:b/>
        </w:rPr>
        <w:t>ddsl-tn</w:t>
      </w:r>
    </w:p>
    <w:p w:rsidR="00922EE5" w:rsidRPr="008D337F" w:rsidRDefault="00922EE5" w:rsidP="00922EE5">
      <w:pPr>
        <w:pStyle w:val="ListParagraph"/>
        <w:ind w:left="1080"/>
        <w:rPr>
          <w:rFonts w:asciiTheme="minorHAnsi" w:hAnsiTheme="minorHAnsi" w:cstheme="minorHAnsi"/>
        </w:rPr>
      </w:pPr>
    </w:p>
    <w:p w:rsidR="00922EE5" w:rsidRPr="002D41B5" w:rsidRDefault="00FD7442" w:rsidP="00922EE5">
      <w:pPr>
        <w:pStyle w:val="ListParagraph"/>
        <w:numPr>
          <w:ilvl w:val="1"/>
          <w:numId w:val="19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Read the text on your Cohort Hub page</w:t>
      </w:r>
      <w:r w:rsidRPr="002D41B5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 </w:t>
      </w:r>
      <w:r w:rsidRPr="002D41B5">
        <w:rPr>
          <w:rFonts w:asciiTheme="minorHAnsi" w:hAnsiTheme="minorHAnsi" w:cstheme="minorHAnsi"/>
          <w:color w:val="000000"/>
        </w:rPr>
        <w:t xml:space="preserve">Enter your promo code </w:t>
      </w:r>
      <w:r w:rsidR="00F627FC">
        <w:rPr>
          <w:rFonts w:asciiTheme="minorHAnsi" w:hAnsiTheme="minorHAnsi" w:cstheme="minorHAnsi"/>
          <w:b/>
          <w:color w:val="000000"/>
        </w:rPr>
        <w:t>(</w:t>
      </w:r>
      <w:proofErr w:type="spellStart"/>
      <w:r w:rsidR="00F627FC">
        <w:rPr>
          <w:rFonts w:asciiTheme="minorHAnsi" w:hAnsiTheme="minorHAnsi" w:cstheme="minorHAnsi"/>
          <w:b/>
          <w:color w:val="000000"/>
        </w:rPr>
        <w:t>ddsl-tn</w:t>
      </w:r>
      <w:proofErr w:type="spellEnd"/>
      <w:r w:rsidRPr="00A8558D">
        <w:rPr>
          <w:rFonts w:asciiTheme="minorHAnsi" w:hAnsiTheme="minorHAnsi" w:cstheme="minorHAnsi"/>
          <w:b/>
          <w:color w:val="000000"/>
        </w:rPr>
        <w:t>)</w:t>
      </w:r>
      <w:r>
        <w:rPr>
          <w:rFonts w:asciiTheme="minorHAnsi" w:hAnsiTheme="minorHAnsi" w:cstheme="minorHAnsi"/>
          <w:color w:val="000000"/>
        </w:rPr>
        <w:t xml:space="preserve"> </w:t>
      </w:r>
      <w:r w:rsidR="008E5988">
        <w:rPr>
          <w:rFonts w:asciiTheme="minorHAnsi" w:hAnsiTheme="minorHAnsi" w:cstheme="minorHAnsi"/>
          <w:color w:val="000000"/>
        </w:rPr>
        <w:t>in the field provided</w:t>
      </w:r>
      <w:r w:rsidRPr="002D41B5">
        <w:rPr>
          <w:rFonts w:asciiTheme="minorHAnsi" w:hAnsiTheme="minorHAnsi" w:cstheme="minorHAnsi"/>
          <w:color w:val="000000"/>
        </w:rPr>
        <w:t>.</w:t>
      </w:r>
      <w:r w:rsidR="00922EE5" w:rsidRPr="002D41B5">
        <w:rPr>
          <w:rFonts w:asciiTheme="minorHAnsi" w:hAnsiTheme="minorHAnsi" w:cstheme="minorHAnsi"/>
          <w:color w:val="000000"/>
        </w:rPr>
        <w:br/>
      </w:r>
    </w:p>
    <w:p w:rsidR="00922EE5" w:rsidRPr="002D41B5" w:rsidRDefault="00FD7442" w:rsidP="00922EE5">
      <w:pPr>
        <w:pStyle w:val="ListParagraph"/>
        <w:numPr>
          <w:ilvl w:val="1"/>
          <w:numId w:val="19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Now that you have entered the promo code, when you return to the Learning Center</w:t>
      </w:r>
      <w:r w:rsidR="008E5988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 xml:space="preserve">click on the </w:t>
      </w:r>
      <w:r w:rsidRPr="008E5988">
        <w:rPr>
          <w:rFonts w:asciiTheme="minorHAnsi" w:hAnsiTheme="minorHAnsi" w:cstheme="minorHAnsi"/>
          <w:b/>
          <w:color w:val="000000"/>
        </w:rPr>
        <w:t>“Cohort Hu</w:t>
      </w:r>
      <w:r w:rsidR="008E5988" w:rsidRPr="008E5988">
        <w:rPr>
          <w:rFonts w:asciiTheme="minorHAnsi" w:hAnsiTheme="minorHAnsi" w:cstheme="minorHAnsi"/>
          <w:b/>
          <w:color w:val="000000"/>
        </w:rPr>
        <w:t>b”</w:t>
      </w:r>
      <w:r w:rsidR="008E5988">
        <w:rPr>
          <w:rFonts w:asciiTheme="minorHAnsi" w:hAnsiTheme="minorHAnsi" w:cstheme="minorHAnsi"/>
          <w:color w:val="000000"/>
        </w:rPr>
        <w:t xml:space="preserve"> button located on the far right </w:t>
      </w:r>
      <w:r>
        <w:rPr>
          <w:rFonts w:asciiTheme="minorHAnsi" w:hAnsiTheme="minorHAnsi" w:cstheme="minorHAnsi"/>
          <w:color w:val="000000"/>
        </w:rPr>
        <w:t>of the horizontal navigation bar</w:t>
      </w:r>
      <w:r w:rsidR="00434B2D">
        <w:rPr>
          <w:rFonts w:asciiTheme="minorHAnsi" w:hAnsiTheme="minorHAnsi" w:cstheme="minorHAnsi"/>
          <w:color w:val="000000"/>
        </w:rPr>
        <w:t xml:space="preserve"> to access your cohort landing page</w:t>
      </w:r>
      <w:r>
        <w:rPr>
          <w:rFonts w:asciiTheme="minorHAnsi" w:hAnsiTheme="minorHAnsi" w:cstheme="minorHAnsi"/>
          <w:color w:val="000000"/>
        </w:rPr>
        <w:t>.</w:t>
      </w:r>
      <w:r w:rsidR="00922EE5" w:rsidRPr="002D41B5">
        <w:rPr>
          <w:rFonts w:asciiTheme="minorHAnsi" w:hAnsiTheme="minorHAnsi" w:cstheme="minorHAnsi"/>
          <w:color w:val="000000"/>
        </w:rPr>
        <w:t xml:space="preserve"> </w:t>
      </w:r>
      <w:r w:rsidR="008E5988">
        <w:rPr>
          <w:rFonts w:asciiTheme="minorHAnsi" w:hAnsiTheme="minorHAnsi" w:cstheme="minorHAnsi"/>
          <w:color w:val="000000"/>
        </w:rPr>
        <w:t xml:space="preserve"> </w:t>
      </w:r>
      <w:r w:rsidR="00434B2D">
        <w:rPr>
          <w:rFonts w:asciiTheme="minorHAnsi" w:hAnsiTheme="minorHAnsi" w:cstheme="minorHAnsi"/>
          <w:color w:val="000000"/>
        </w:rPr>
        <w:t xml:space="preserve">This button is your </w:t>
      </w:r>
      <w:proofErr w:type="gramStart"/>
      <w:r w:rsidR="00434B2D">
        <w:rPr>
          <w:rFonts w:asciiTheme="minorHAnsi" w:hAnsiTheme="minorHAnsi" w:cstheme="minorHAnsi"/>
          <w:color w:val="000000"/>
        </w:rPr>
        <w:t>short-cut</w:t>
      </w:r>
      <w:proofErr w:type="gramEnd"/>
      <w:r w:rsidR="00434B2D">
        <w:rPr>
          <w:rFonts w:asciiTheme="minorHAnsi" w:hAnsiTheme="minorHAnsi" w:cstheme="minorHAnsi"/>
          <w:color w:val="000000"/>
        </w:rPr>
        <w:t xml:space="preserve"> to your cohort landing page. </w:t>
      </w:r>
      <w:r w:rsidR="008E5988">
        <w:rPr>
          <w:rFonts w:asciiTheme="minorHAnsi" w:hAnsiTheme="minorHAnsi" w:cstheme="minorHAnsi"/>
          <w:color w:val="000000"/>
        </w:rPr>
        <w:t>You must be logged-in to access your Cohort Hub.</w:t>
      </w:r>
    </w:p>
    <w:p w:rsidR="00922EE5" w:rsidRPr="008D337F" w:rsidRDefault="00922EE5" w:rsidP="00922EE5">
      <w:pPr>
        <w:rPr>
          <w:rFonts w:asciiTheme="minorHAnsi" w:hAnsiTheme="minorHAnsi" w:cstheme="minorHAnsi"/>
          <w:i/>
          <w:color w:val="000000"/>
        </w:rPr>
      </w:pPr>
    </w:p>
    <w:p w:rsidR="00E15D34" w:rsidRPr="008D337F" w:rsidRDefault="00E15D34" w:rsidP="008D337F">
      <w:pPr>
        <w:rPr>
          <w:rFonts w:asciiTheme="minorHAnsi" w:hAnsiTheme="minorHAnsi" w:cstheme="minorHAnsi"/>
          <w:color w:val="000000"/>
        </w:rPr>
      </w:pPr>
      <w:r w:rsidRPr="008D337F">
        <w:rPr>
          <w:rFonts w:asciiTheme="minorHAnsi" w:hAnsiTheme="minorHAnsi" w:cstheme="minorHAnsi"/>
          <w:color w:val="000000"/>
        </w:rPr>
        <w:t>By entering your promo c</w:t>
      </w:r>
      <w:r>
        <w:rPr>
          <w:rFonts w:asciiTheme="minorHAnsi" w:hAnsiTheme="minorHAnsi" w:cstheme="minorHAnsi"/>
          <w:color w:val="000000"/>
        </w:rPr>
        <w:t xml:space="preserve">ode you will gain access to </w:t>
      </w:r>
      <w:r w:rsidRPr="008D337F">
        <w:rPr>
          <w:rFonts w:asciiTheme="minorHAnsi" w:hAnsiTheme="minorHAnsi" w:cstheme="minorHAnsi"/>
          <w:color w:val="000000"/>
        </w:rPr>
        <w:t xml:space="preserve">Learning Center resources at no charge to you. You will only need to enter your promo code once. </w:t>
      </w:r>
      <w:r w:rsidRPr="008D337F">
        <w:rPr>
          <w:rFonts w:asciiTheme="minorHAnsi" w:hAnsiTheme="minorHAnsi" w:cstheme="minorHAnsi"/>
        </w:rPr>
        <w:t xml:space="preserve">Congratulations!  You are now ready to add resources to your library and use them to enhance your science content and pedagogical knowledge.    </w:t>
      </w:r>
    </w:p>
    <w:p w:rsidR="00E15D34" w:rsidRPr="008D337F" w:rsidRDefault="00E15D34" w:rsidP="0034142E">
      <w:pPr>
        <w:rPr>
          <w:rFonts w:asciiTheme="minorHAnsi" w:hAnsiTheme="minorHAnsi" w:cstheme="minorHAnsi"/>
        </w:rPr>
      </w:pPr>
    </w:p>
    <w:p w:rsidR="00A8558D" w:rsidRDefault="00A8558D" w:rsidP="001C1F41">
      <w:pPr>
        <w:rPr>
          <w:rFonts w:asciiTheme="minorHAnsi" w:hAnsiTheme="minorHAnsi" w:cstheme="minorHAnsi"/>
          <w:b/>
          <w:u w:val="single"/>
        </w:rPr>
      </w:pPr>
    </w:p>
    <w:p w:rsidR="00E15D34" w:rsidRPr="008D337F" w:rsidRDefault="00E15D34" w:rsidP="001C1F41">
      <w:pPr>
        <w:rPr>
          <w:rFonts w:asciiTheme="minorHAnsi" w:hAnsiTheme="minorHAnsi" w:cstheme="minorHAnsi"/>
          <w:b/>
          <w:u w:val="single"/>
        </w:rPr>
      </w:pPr>
      <w:r w:rsidRPr="008D337F">
        <w:rPr>
          <w:rFonts w:asciiTheme="minorHAnsi" w:hAnsiTheme="minorHAnsi" w:cstheme="minorHAnsi"/>
          <w:b/>
          <w:u w:val="single"/>
        </w:rPr>
        <w:t>Have questions, need help?</w:t>
      </w:r>
    </w:p>
    <w:p w:rsidR="00E15D34" w:rsidRPr="002D41B5" w:rsidRDefault="00E15D34" w:rsidP="001C1F41">
      <w:pPr>
        <w:rPr>
          <w:rFonts w:asciiTheme="minorHAnsi" w:hAnsiTheme="minorHAnsi" w:cstheme="minorHAnsi"/>
        </w:rPr>
        <w:sectPr w:rsidR="00E15D34" w:rsidRPr="002D41B5" w:rsidSect="00E15D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152" w:right="1152" w:bottom="1152" w:left="1152" w:header="720" w:footer="720" w:gutter="0"/>
          <w:pgNumType w:start="1"/>
          <w:cols w:space="720"/>
          <w:titlePg/>
          <w:docGrid w:linePitch="360"/>
        </w:sectPr>
      </w:pPr>
      <w:r w:rsidRPr="008D337F">
        <w:rPr>
          <w:rFonts w:asciiTheme="minorHAnsi" w:hAnsiTheme="minorHAnsi" w:cstheme="minorHAnsi"/>
        </w:rPr>
        <w:t xml:space="preserve">If you encounter problems creating an account in the NSTA Learning Center, please contact the NSTA Help Desk staff at: </w:t>
      </w:r>
      <w:r w:rsidRPr="00520210">
        <w:rPr>
          <w:rFonts w:asciiTheme="minorHAnsi" w:hAnsiTheme="minorHAnsi" w:cstheme="minorHAnsi"/>
          <w:b/>
        </w:rPr>
        <w:t>learningcenterhelp@nsta.org</w:t>
      </w:r>
    </w:p>
    <w:p w:rsidR="00E15D34" w:rsidRPr="008D337F" w:rsidRDefault="00E15D34" w:rsidP="001C1F41">
      <w:pPr>
        <w:rPr>
          <w:rFonts w:asciiTheme="minorHAnsi" w:hAnsiTheme="minorHAnsi" w:cstheme="minorHAnsi"/>
          <w:b/>
          <w:u w:val="single"/>
        </w:rPr>
      </w:pPr>
    </w:p>
    <w:sectPr w:rsidR="00E15D34" w:rsidRPr="008D337F" w:rsidSect="00E15D34">
      <w:footerReference w:type="even" r:id="rId14"/>
      <w:footerReference w:type="default" r:id="rId15"/>
      <w:headerReference w:type="first" r:id="rId16"/>
      <w:type w:val="continuous"/>
      <w:pgSz w:w="12240" w:h="15840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E5" w:rsidRDefault="00922EE5">
      <w:r>
        <w:separator/>
      </w:r>
    </w:p>
  </w:endnote>
  <w:endnote w:type="continuationSeparator" w:id="0">
    <w:p w:rsidR="00922EE5" w:rsidRDefault="0092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E5" w:rsidRDefault="00922EE5" w:rsidP="00A4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2EE5" w:rsidRDefault="00922EE5" w:rsidP="0046214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E5" w:rsidRDefault="00922EE5" w:rsidP="00A4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558D">
      <w:rPr>
        <w:rStyle w:val="PageNumber"/>
        <w:noProof/>
      </w:rPr>
      <w:t>2</w:t>
    </w:r>
    <w:r>
      <w:rPr>
        <w:rStyle w:val="PageNumber"/>
      </w:rPr>
      <w:fldChar w:fldCharType="end"/>
    </w:r>
  </w:p>
  <w:p w:rsidR="00922EE5" w:rsidRPr="00151609" w:rsidRDefault="00922EE5" w:rsidP="00462146">
    <w:pPr>
      <w:pStyle w:val="Footer"/>
      <w:tabs>
        <w:tab w:val="clear" w:pos="4320"/>
        <w:tab w:val="clear" w:pos="8640"/>
        <w:tab w:val="right" w:pos="9720"/>
      </w:tabs>
      <w:ind w:right="360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t>General Letter</w:t>
    </w:r>
    <w:r>
      <w:rPr>
        <w:rFonts w:ascii="Verdana" w:hAnsi="Verdana"/>
        <w:sz w:val="16"/>
        <w:szCs w:val="16"/>
      </w:rPr>
      <w:tab/>
    </w:r>
    <w:proofErr w:type="gramStart"/>
    <w:r w:rsidRPr="004E428A">
      <w:rPr>
        <w:rFonts w:ascii="Verdana" w:hAnsi="Verdana"/>
        <w:sz w:val="16"/>
        <w:szCs w:val="16"/>
      </w:rPr>
      <w:t>Page  of</w:t>
    </w:r>
    <w:proofErr w:type="gramEnd"/>
    <w:r w:rsidRPr="004E428A">
      <w:rPr>
        <w:rFonts w:ascii="Verdana" w:hAnsi="Verdana"/>
        <w:sz w:val="16"/>
        <w:szCs w:val="16"/>
      </w:rPr>
      <w:t xml:space="preserve"> </w:t>
    </w:r>
    <w:r w:rsidRPr="004E428A">
      <w:rPr>
        <w:rFonts w:ascii="Verdana" w:hAnsi="Verdana"/>
        <w:sz w:val="16"/>
        <w:szCs w:val="16"/>
      </w:rPr>
      <w:fldChar w:fldCharType="begin"/>
    </w:r>
    <w:r w:rsidRPr="004E428A">
      <w:rPr>
        <w:rFonts w:ascii="Verdana" w:hAnsi="Verdana"/>
        <w:sz w:val="16"/>
        <w:szCs w:val="16"/>
      </w:rPr>
      <w:instrText xml:space="preserve"> NUMPAGES </w:instrText>
    </w:r>
    <w:r w:rsidRPr="004E428A">
      <w:rPr>
        <w:rFonts w:ascii="Verdana" w:hAnsi="Verdana"/>
        <w:sz w:val="16"/>
        <w:szCs w:val="16"/>
      </w:rPr>
      <w:fldChar w:fldCharType="separate"/>
    </w:r>
    <w:r w:rsidR="00385636">
      <w:rPr>
        <w:rFonts w:ascii="Verdana" w:hAnsi="Verdana"/>
        <w:noProof/>
        <w:sz w:val="16"/>
        <w:szCs w:val="16"/>
      </w:rPr>
      <w:t>1</w:t>
    </w:r>
    <w:r w:rsidRPr="004E428A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EA0" w:rsidRDefault="00002EA0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E5" w:rsidRDefault="00922EE5" w:rsidP="00A4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2EE5" w:rsidRDefault="00922EE5" w:rsidP="00462146">
    <w:pPr>
      <w:pStyle w:val="Footer"/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E5" w:rsidRDefault="00922EE5" w:rsidP="00A4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22EE5" w:rsidRPr="00151609" w:rsidRDefault="00922EE5" w:rsidP="00462146">
    <w:pPr>
      <w:pStyle w:val="Footer"/>
      <w:tabs>
        <w:tab w:val="clear" w:pos="4320"/>
        <w:tab w:val="clear" w:pos="8640"/>
        <w:tab w:val="right" w:pos="9720"/>
      </w:tabs>
      <w:ind w:right="360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</w:rPr>
      <w:t>General Letter</w:t>
    </w:r>
    <w:r>
      <w:rPr>
        <w:rFonts w:ascii="Verdana" w:hAnsi="Verdana"/>
        <w:sz w:val="16"/>
        <w:szCs w:val="16"/>
      </w:rPr>
      <w:tab/>
    </w:r>
    <w:proofErr w:type="gramStart"/>
    <w:r w:rsidRPr="004E428A">
      <w:rPr>
        <w:rFonts w:ascii="Verdana" w:hAnsi="Verdana"/>
        <w:sz w:val="16"/>
        <w:szCs w:val="16"/>
      </w:rPr>
      <w:t>Page  of</w:t>
    </w:r>
    <w:proofErr w:type="gramEnd"/>
    <w:r w:rsidRPr="004E428A">
      <w:rPr>
        <w:rFonts w:ascii="Verdana" w:hAnsi="Verdana"/>
        <w:sz w:val="16"/>
        <w:szCs w:val="16"/>
      </w:rPr>
      <w:t xml:space="preserve"> </w:t>
    </w:r>
    <w:r w:rsidRPr="004E428A">
      <w:rPr>
        <w:rFonts w:ascii="Verdana" w:hAnsi="Verdana"/>
        <w:sz w:val="16"/>
        <w:szCs w:val="16"/>
      </w:rPr>
      <w:fldChar w:fldCharType="begin"/>
    </w:r>
    <w:r w:rsidRPr="004E428A">
      <w:rPr>
        <w:rFonts w:ascii="Verdana" w:hAnsi="Verdana"/>
        <w:sz w:val="16"/>
        <w:szCs w:val="16"/>
      </w:rPr>
      <w:instrText xml:space="preserve"> NUMPAGES </w:instrText>
    </w:r>
    <w:r w:rsidRPr="004E428A">
      <w:rPr>
        <w:rFonts w:ascii="Verdana" w:hAnsi="Verdana"/>
        <w:sz w:val="16"/>
        <w:szCs w:val="16"/>
      </w:rPr>
      <w:fldChar w:fldCharType="separate"/>
    </w:r>
    <w:r w:rsidR="00385636">
      <w:rPr>
        <w:rFonts w:ascii="Verdana" w:hAnsi="Verdana"/>
        <w:noProof/>
        <w:sz w:val="16"/>
        <w:szCs w:val="16"/>
      </w:rPr>
      <w:t>1</w:t>
    </w:r>
    <w:r w:rsidRPr="004E428A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E5" w:rsidRDefault="00922EE5">
      <w:r>
        <w:separator/>
      </w:r>
    </w:p>
  </w:footnote>
  <w:footnote w:type="continuationSeparator" w:id="0">
    <w:p w:rsidR="00922EE5" w:rsidRDefault="00922E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EA0" w:rsidRDefault="00002EA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EA0" w:rsidRDefault="00002EA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E5" w:rsidRDefault="00922EE5" w:rsidP="00B63B01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216AECD" wp14:editId="7B3CD26C">
              <wp:simplePos x="0" y="0"/>
              <wp:positionH relativeFrom="margin">
                <wp:posOffset>1988820</wp:posOffset>
              </wp:positionH>
              <wp:positionV relativeFrom="topMargin">
                <wp:posOffset>519430</wp:posOffset>
              </wp:positionV>
              <wp:extent cx="4320540" cy="3721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540" cy="3721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2EA0" w:rsidRDefault="00922EE5" w:rsidP="00B63B01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0D5BE6">
                            <w:rPr>
                              <w:rFonts w:asciiTheme="minorHAnsi" w:hAnsiTheme="minorHAnsi" w:cstheme="minorHAnsi"/>
                            </w:rPr>
                            <w:t>Quic</w:t>
                          </w:r>
                          <w:r w:rsidR="00002EA0">
                            <w:rPr>
                              <w:rFonts w:asciiTheme="minorHAnsi" w:hAnsiTheme="minorHAnsi" w:cstheme="minorHAnsi"/>
                            </w:rPr>
                            <w:t xml:space="preserve">k Reference Guide: 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 xml:space="preserve">Create your NSTA LC Account </w:t>
                          </w:r>
                        </w:p>
                        <w:p w:rsidR="00922EE5" w:rsidRPr="000D5BE6" w:rsidRDefault="00922EE5" w:rsidP="00B63B01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</w:rPr>
                            <w:t>Generic Instruction Sheet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56.6pt;margin-top:40.9pt;width:340.2pt;height:13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" o:allowincell="f" filled="f" stroked="f">
              <v:textbox style="mso-fit-shape-to-text:t" inset=",0,,0">
                <w:txbxContent>
                  <w:p w:rsidR="00002EA0" w:rsidRDefault="00922EE5" w:rsidP="00B63B01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0D5BE6">
                      <w:rPr>
                        <w:rFonts w:asciiTheme="minorHAnsi" w:hAnsiTheme="minorHAnsi" w:cstheme="minorHAnsi"/>
                      </w:rPr>
                      <w:t>Quic</w:t>
                    </w:r>
                    <w:r w:rsidR="00002EA0">
                      <w:rPr>
                        <w:rFonts w:asciiTheme="minorHAnsi" w:hAnsiTheme="minorHAnsi" w:cstheme="minorHAnsi"/>
                      </w:rPr>
                      <w:t xml:space="preserve">k Reference Guide: 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Create your NSTA LC Account </w:t>
                    </w:r>
                  </w:p>
                  <w:p w:rsidR="00922EE5" w:rsidRPr="000D5BE6" w:rsidRDefault="00922EE5" w:rsidP="00B63B01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bookmarkStart w:id="1" w:name="_GoBack"/>
                    <w:bookmarkEnd w:id="1"/>
                    <w:r>
                      <w:rPr>
                        <w:rFonts w:asciiTheme="minorHAnsi" w:hAnsiTheme="minorHAnsi" w:cstheme="minorHAnsi"/>
                      </w:rPr>
                      <w:t>Generic Instruction Sheet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inline distT="0" distB="0" distL="0" distR="0" wp14:anchorId="67618546" wp14:editId="2342BB01">
          <wp:extent cx="1786639" cy="457200"/>
          <wp:effectExtent l="0" t="0" r="4445" b="0"/>
          <wp:docPr id="4" name="Picture 4" descr="U:\Professional Development\NSTA2\High Res NST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Professional Development\NSTA2\High Res NSTA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639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rPr>
          <w:color w:val="FFFFFF" w:themeColor="background1"/>
        </w:rPr>
        <w:alias w:val="Title"/>
        <w:id w:val="-1674649995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color w:val="FFFFFF" w:themeColor="background1"/>
          </w:rPr>
          <w:t>According to our records, you have not yet created your NSTA Learning Center account and taken the Force &amp; Motion pre-assessment</w:t>
        </w:r>
      </w:sdtContent>
    </w:sdt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20CD068" wp14:editId="50A404B7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731520" cy="17526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17526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922EE5" w:rsidRDefault="00922EE5" w:rsidP="00B63B01">
                          <w:pPr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0;margin-top:0;width:1in;height:13.45pt;z-index:251662336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" o:allowincell="f" fillcolor="#4f81bd [3204]" stroked="f">
              <v:textbox style="mso-fit-shape-to-text:t" inset=",0,,0">
                <w:txbxContent>
                  <w:p w:rsidR="00922EE5" w:rsidRDefault="00922EE5" w:rsidP="00B63B01">
                    <w:pPr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E5" w:rsidRDefault="00922EE5" w:rsidP="00B63B01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B6457FD" wp14:editId="239029A1">
              <wp:simplePos x="0" y="0"/>
              <wp:positionH relativeFrom="margin">
                <wp:posOffset>1988820</wp:posOffset>
              </wp:positionH>
              <wp:positionV relativeFrom="topMargin">
                <wp:posOffset>519430</wp:posOffset>
              </wp:positionV>
              <wp:extent cx="4320540" cy="372110"/>
              <wp:effectExtent l="0" t="0" r="0" b="0"/>
              <wp:wrapNone/>
              <wp:docPr id="473" name="Text Box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540" cy="3721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2EE5" w:rsidRPr="000D5BE6" w:rsidRDefault="00922EE5" w:rsidP="00B63B01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0D5BE6">
                            <w:rPr>
                              <w:rFonts w:asciiTheme="minorHAnsi" w:hAnsiTheme="minorHAnsi" w:cstheme="minorHAnsi"/>
                            </w:rPr>
                            <w:t>Quick Reference Guide: How to Access your NSTA Learning Center Resources-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>General Letter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3" o:spid="_x0000_s1028" type="#_x0000_t202" style="position:absolute;left:0;text-align:left;margin-left:156.6pt;margin-top:40.9pt;width:340.2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" o:allowincell="f" filled="f" stroked="f">
              <v:textbox style="mso-fit-shape-to-text:t" inset=",0,,0">
                <w:txbxContent>
                  <w:p w:rsidR="00922EE5" w:rsidRPr="000D5BE6" w:rsidRDefault="00922EE5" w:rsidP="00B63B01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0D5BE6">
                      <w:rPr>
                        <w:rFonts w:asciiTheme="minorHAnsi" w:hAnsiTheme="minorHAnsi" w:cstheme="minorHAnsi"/>
                      </w:rPr>
                      <w:t>Quick Reference Guide: How to Access your NSTA Learning Center Resources-</w:t>
                    </w:r>
                    <w:r>
                      <w:rPr>
                        <w:rFonts w:asciiTheme="minorHAnsi" w:hAnsiTheme="minorHAnsi" w:cstheme="minorHAnsi"/>
                      </w:rPr>
                      <w:t>General Letter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inline distT="0" distB="0" distL="0" distR="0" wp14:anchorId="6C99B91D" wp14:editId="605F6D24">
          <wp:extent cx="1786639" cy="457200"/>
          <wp:effectExtent l="0" t="0" r="4445" b="0"/>
          <wp:docPr id="2" name="Picture 2" descr="U:\Professional Development\NSTA2\High Res NST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Professional Development\NSTA2\High Res NSTA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639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rPr>
          <w:color w:val="FFFFFF" w:themeColor="background1"/>
        </w:rPr>
        <w:alias w:val="Title"/>
        <w:id w:val="786792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color w:val="FFFFFF" w:themeColor="background1"/>
          </w:rPr>
          <w:t>According to our records, you have not yet created your NSTA Learning Center account and taken the Force &amp; Motion pre-assessment</w:t>
        </w:r>
      </w:sdtContent>
    </w:sdt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EAF597" wp14:editId="1BDC70D5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731520" cy="175260"/>
              <wp:effectExtent l="0" t="0" r="0" b="0"/>
              <wp:wrapNone/>
              <wp:docPr id="474" name="Text Box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17526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922EE5" w:rsidRDefault="00922EE5" w:rsidP="00B63B01">
                          <w:pPr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4" o:spid="_x0000_s1029" type="#_x0000_t202" style="position:absolute;left:0;text-align:left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" o:allowincell="f" fillcolor="#4f81bd [3204]" stroked="f">
              <v:textbox style="mso-fit-shape-to-text:t" inset=",0,,0">
                <w:txbxContent>
                  <w:p w:rsidR="00922EE5" w:rsidRDefault="00922EE5" w:rsidP="00B63B01">
                    <w:pPr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BB0"/>
    <w:multiLevelType w:val="hybridMultilevel"/>
    <w:tmpl w:val="64C2C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40C63"/>
    <w:multiLevelType w:val="hybridMultilevel"/>
    <w:tmpl w:val="55E4653A"/>
    <w:lvl w:ilvl="0" w:tplc="52A2672A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5F2D16"/>
    <w:multiLevelType w:val="hybridMultilevel"/>
    <w:tmpl w:val="C3D66CCC"/>
    <w:lvl w:ilvl="0" w:tplc="5072B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C671A6"/>
    <w:multiLevelType w:val="hybridMultilevel"/>
    <w:tmpl w:val="9844F3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90331A"/>
    <w:multiLevelType w:val="hybridMultilevel"/>
    <w:tmpl w:val="54628DF2"/>
    <w:lvl w:ilvl="0" w:tplc="5072B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A0122C"/>
    <w:multiLevelType w:val="hybridMultilevel"/>
    <w:tmpl w:val="10725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71640"/>
    <w:multiLevelType w:val="hybridMultilevel"/>
    <w:tmpl w:val="7B3E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641AD8"/>
    <w:multiLevelType w:val="multilevel"/>
    <w:tmpl w:val="30C66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0609E0"/>
    <w:multiLevelType w:val="hybridMultilevel"/>
    <w:tmpl w:val="7E9A5A3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864082"/>
    <w:multiLevelType w:val="hybridMultilevel"/>
    <w:tmpl w:val="9C68E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B4233"/>
    <w:multiLevelType w:val="hybridMultilevel"/>
    <w:tmpl w:val="B1DE4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4D4830"/>
    <w:multiLevelType w:val="hybridMultilevel"/>
    <w:tmpl w:val="187A4B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563C24"/>
    <w:multiLevelType w:val="hybridMultilevel"/>
    <w:tmpl w:val="D63C3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08329C"/>
    <w:multiLevelType w:val="multilevel"/>
    <w:tmpl w:val="9B98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43155B"/>
    <w:multiLevelType w:val="hybridMultilevel"/>
    <w:tmpl w:val="CBA0436C"/>
    <w:lvl w:ilvl="0" w:tplc="5072B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012C1E"/>
    <w:multiLevelType w:val="hybridMultilevel"/>
    <w:tmpl w:val="F1B41F9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C4F2BFB"/>
    <w:multiLevelType w:val="hybridMultilevel"/>
    <w:tmpl w:val="3E6060F8"/>
    <w:lvl w:ilvl="0" w:tplc="5072B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EC797C"/>
    <w:multiLevelType w:val="hybridMultilevel"/>
    <w:tmpl w:val="C188EF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6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7"/>
  </w:num>
  <w:num w:numId="8">
    <w:abstractNumId w:val="8"/>
  </w:num>
  <w:num w:numId="9">
    <w:abstractNumId w:val="1"/>
  </w:num>
  <w:num w:numId="10">
    <w:abstractNumId w:val="9"/>
  </w:num>
  <w:num w:numId="11">
    <w:abstractNumId w:val="0"/>
  </w:num>
  <w:num w:numId="12">
    <w:abstractNumId w:val="6"/>
  </w:num>
  <w:num w:numId="13">
    <w:abstractNumId w:val="5"/>
  </w:num>
  <w:num w:numId="14">
    <w:abstractNumId w:val="6"/>
  </w:num>
  <w:num w:numId="15">
    <w:abstractNumId w:val="15"/>
  </w:num>
  <w:num w:numId="16">
    <w:abstractNumId w:val="11"/>
  </w:num>
  <w:num w:numId="17">
    <w:abstractNumId w:val="3"/>
  </w:num>
  <w:num w:numId="18">
    <w:abstractNumId w:val="12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23"/>
    <w:rsid w:val="00001263"/>
    <w:rsid w:val="0000133B"/>
    <w:rsid w:val="00002EA0"/>
    <w:rsid w:val="00010AF6"/>
    <w:rsid w:val="000164B7"/>
    <w:rsid w:val="00025581"/>
    <w:rsid w:val="00026EFD"/>
    <w:rsid w:val="00042CCC"/>
    <w:rsid w:val="00057243"/>
    <w:rsid w:val="00064BD0"/>
    <w:rsid w:val="0008138B"/>
    <w:rsid w:val="00084570"/>
    <w:rsid w:val="0008654D"/>
    <w:rsid w:val="000879BB"/>
    <w:rsid w:val="00094779"/>
    <w:rsid w:val="00096590"/>
    <w:rsid w:val="00096EED"/>
    <w:rsid w:val="000B171D"/>
    <w:rsid w:val="000B344F"/>
    <w:rsid w:val="000B6119"/>
    <w:rsid w:val="000C0697"/>
    <w:rsid w:val="000C0908"/>
    <w:rsid w:val="000C7102"/>
    <w:rsid w:val="000D5AA6"/>
    <w:rsid w:val="000D7750"/>
    <w:rsid w:val="000E3E0C"/>
    <w:rsid w:val="000E438A"/>
    <w:rsid w:val="000E596A"/>
    <w:rsid w:val="000F0F0E"/>
    <w:rsid w:val="000F1293"/>
    <w:rsid w:val="00106435"/>
    <w:rsid w:val="00113123"/>
    <w:rsid w:val="001208C0"/>
    <w:rsid w:val="001233A7"/>
    <w:rsid w:val="00126557"/>
    <w:rsid w:val="00134C5F"/>
    <w:rsid w:val="001365AD"/>
    <w:rsid w:val="00143504"/>
    <w:rsid w:val="001437E9"/>
    <w:rsid w:val="001468A7"/>
    <w:rsid w:val="001470DA"/>
    <w:rsid w:val="00150C4D"/>
    <w:rsid w:val="00151609"/>
    <w:rsid w:val="00152F11"/>
    <w:rsid w:val="00162A62"/>
    <w:rsid w:val="00170518"/>
    <w:rsid w:val="00173CAC"/>
    <w:rsid w:val="001831DF"/>
    <w:rsid w:val="001873AD"/>
    <w:rsid w:val="001C1F41"/>
    <w:rsid w:val="001C2E31"/>
    <w:rsid w:val="001D4220"/>
    <w:rsid w:val="001D719E"/>
    <w:rsid w:val="001E53A8"/>
    <w:rsid w:val="001F1487"/>
    <w:rsid w:val="001F4610"/>
    <w:rsid w:val="002017E6"/>
    <w:rsid w:val="00202A7A"/>
    <w:rsid w:val="002044BC"/>
    <w:rsid w:val="0021447B"/>
    <w:rsid w:val="00224103"/>
    <w:rsid w:val="00224A89"/>
    <w:rsid w:val="002258A2"/>
    <w:rsid w:val="002270CD"/>
    <w:rsid w:val="002431E7"/>
    <w:rsid w:val="002455CD"/>
    <w:rsid w:val="00256CFD"/>
    <w:rsid w:val="0026531C"/>
    <w:rsid w:val="002731EA"/>
    <w:rsid w:val="00273314"/>
    <w:rsid w:val="0027356F"/>
    <w:rsid w:val="00275C60"/>
    <w:rsid w:val="00277283"/>
    <w:rsid w:val="00283EFA"/>
    <w:rsid w:val="00292431"/>
    <w:rsid w:val="002972D7"/>
    <w:rsid w:val="002A05BC"/>
    <w:rsid w:val="002B2BFF"/>
    <w:rsid w:val="002B358B"/>
    <w:rsid w:val="002C12A1"/>
    <w:rsid w:val="002C6C23"/>
    <w:rsid w:val="002C795C"/>
    <w:rsid w:val="002D3A5C"/>
    <w:rsid w:val="002D41B5"/>
    <w:rsid w:val="002D5B56"/>
    <w:rsid w:val="002D7E8F"/>
    <w:rsid w:val="002E22D6"/>
    <w:rsid w:val="002E2434"/>
    <w:rsid w:val="00300B40"/>
    <w:rsid w:val="003023EE"/>
    <w:rsid w:val="00303B35"/>
    <w:rsid w:val="00305DB9"/>
    <w:rsid w:val="0030730D"/>
    <w:rsid w:val="00321AD2"/>
    <w:rsid w:val="00322396"/>
    <w:rsid w:val="00322914"/>
    <w:rsid w:val="00322A7A"/>
    <w:rsid w:val="00322ACF"/>
    <w:rsid w:val="00323489"/>
    <w:rsid w:val="00336350"/>
    <w:rsid w:val="003371BA"/>
    <w:rsid w:val="0034142E"/>
    <w:rsid w:val="00346C14"/>
    <w:rsid w:val="00347CD4"/>
    <w:rsid w:val="00350C70"/>
    <w:rsid w:val="00351B59"/>
    <w:rsid w:val="00356047"/>
    <w:rsid w:val="003704F8"/>
    <w:rsid w:val="00371908"/>
    <w:rsid w:val="0038157B"/>
    <w:rsid w:val="00382382"/>
    <w:rsid w:val="00385636"/>
    <w:rsid w:val="00386403"/>
    <w:rsid w:val="003907C4"/>
    <w:rsid w:val="00392DA9"/>
    <w:rsid w:val="00397021"/>
    <w:rsid w:val="00397274"/>
    <w:rsid w:val="003C13B7"/>
    <w:rsid w:val="003C3460"/>
    <w:rsid w:val="003D44F7"/>
    <w:rsid w:val="003D4AE5"/>
    <w:rsid w:val="003D5C87"/>
    <w:rsid w:val="003D796F"/>
    <w:rsid w:val="003E15AA"/>
    <w:rsid w:val="003E30F4"/>
    <w:rsid w:val="003E3247"/>
    <w:rsid w:val="003F1023"/>
    <w:rsid w:val="003F39E8"/>
    <w:rsid w:val="00401203"/>
    <w:rsid w:val="00402BDB"/>
    <w:rsid w:val="00405210"/>
    <w:rsid w:val="00410276"/>
    <w:rsid w:val="00416B93"/>
    <w:rsid w:val="00425B68"/>
    <w:rsid w:val="0042623A"/>
    <w:rsid w:val="00431B0E"/>
    <w:rsid w:val="00434B2D"/>
    <w:rsid w:val="00441144"/>
    <w:rsid w:val="00441EEE"/>
    <w:rsid w:val="004423DA"/>
    <w:rsid w:val="00446757"/>
    <w:rsid w:val="00462146"/>
    <w:rsid w:val="00462648"/>
    <w:rsid w:val="00491119"/>
    <w:rsid w:val="004938F6"/>
    <w:rsid w:val="00494738"/>
    <w:rsid w:val="004A0370"/>
    <w:rsid w:val="004A22F2"/>
    <w:rsid w:val="004B67E0"/>
    <w:rsid w:val="004B68DF"/>
    <w:rsid w:val="004C2436"/>
    <w:rsid w:val="004C5F56"/>
    <w:rsid w:val="004C6D55"/>
    <w:rsid w:val="004D52D2"/>
    <w:rsid w:val="004D57C1"/>
    <w:rsid w:val="004E2C55"/>
    <w:rsid w:val="004E428A"/>
    <w:rsid w:val="004E6C9F"/>
    <w:rsid w:val="004F3182"/>
    <w:rsid w:val="00501F89"/>
    <w:rsid w:val="005074AC"/>
    <w:rsid w:val="0051506D"/>
    <w:rsid w:val="00520210"/>
    <w:rsid w:val="005237C3"/>
    <w:rsid w:val="005307C0"/>
    <w:rsid w:val="00537BEE"/>
    <w:rsid w:val="00545FC2"/>
    <w:rsid w:val="00546927"/>
    <w:rsid w:val="00560BE2"/>
    <w:rsid w:val="0056435B"/>
    <w:rsid w:val="005664C8"/>
    <w:rsid w:val="00570E59"/>
    <w:rsid w:val="00572056"/>
    <w:rsid w:val="00581385"/>
    <w:rsid w:val="00583239"/>
    <w:rsid w:val="005865BF"/>
    <w:rsid w:val="00594837"/>
    <w:rsid w:val="0059596D"/>
    <w:rsid w:val="005979BC"/>
    <w:rsid w:val="005A0762"/>
    <w:rsid w:val="005A1418"/>
    <w:rsid w:val="005A40D7"/>
    <w:rsid w:val="005B2B5D"/>
    <w:rsid w:val="005B6B43"/>
    <w:rsid w:val="005C2DF4"/>
    <w:rsid w:val="005D0AF6"/>
    <w:rsid w:val="005E4994"/>
    <w:rsid w:val="00610872"/>
    <w:rsid w:val="00613E7D"/>
    <w:rsid w:val="006224B7"/>
    <w:rsid w:val="0063390E"/>
    <w:rsid w:val="006341C0"/>
    <w:rsid w:val="00637475"/>
    <w:rsid w:val="006406BF"/>
    <w:rsid w:val="006511A5"/>
    <w:rsid w:val="00651386"/>
    <w:rsid w:val="00662836"/>
    <w:rsid w:val="006636C5"/>
    <w:rsid w:val="00666114"/>
    <w:rsid w:val="00670149"/>
    <w:rsid w:val="00673624"/>
    <w:rsid w:val="006751CE"/>
    <w:rsid w:val="00676252"/>
    <w:rsid w:val="00676AA9"/>
    <w:rsid w:val="00686EC1"/>
    <w:rsid w:val="00690D3C"/>
    <w:rsid w:val="00697970"/>
    <w:rsid w:val="006A0CAA"/>
    <w:rsid w:val="006A4D92"/>
    <w:rsid w:val="006C08E6"/>
    <w:rsid w:val="006D7C40"/>
    <w:rsid w:val="006E01EA"/>
    <w:rsid w:val="006E1371"/>
    <w:rsid w:val="006F1980"/>
    <w:rsid w:val="00701232"/>
    <w:rsid w:val="00702F16"/>
    <w:rsid w:val="00704A27"/>
    <w:rsid w:val="00705287"/>
    <w:rsid w:val="00705920"/>
    <w:rsid w:val="0070791D"/>
    <w:rsid w:val="00710A55"/>
    <w:rsid w:val="0071234A"/>
    <w:rsid w:val="00712C48"/>
    <w:rsid w:val="0072110C"/>
    <w:rsid w:val="00722130"/>
    <w:rsid w:val="007227B1"/>
    <w:rsid w:val="00734C13"/>
    <w:rsid w:val="00734F44"/>
    <w:rsid w:val="0074065D"/>
    <w:rsid w:val="00740D10"/>
    <w:rsid w:val="00744111"/>
    <w:rsid w:val="007545E4"/>
    <w:rsid w:val="007610D4"/>
    <w:rsid w:val="00761BAD"/>
    <w:rsid w:val="00761E88"/>
    <w:rsid w:val="00763504"/>
    <w:rsid w:val="00765456"/>
    <w:rsid w:val="00777320"/>
    <w:rsid w:val="00777A22"/>
    <w:rsid w:val="00780BF6"/>
    <w:rsid w:val="00782DFB"/>
    <w:rsid w:val="00786290"/>
    <w:rsid w:val="007865EF"/>
    <w:rsid w:val="00796028"/>
    <w:rsid w:val="007B2428"/>
    <w:rsid w:val="007B6EF1"/>
    <w:rsid w:val="007C273C"/>
    <w:rsid w:val="007C6BC9"/>
    <w:rsid w:val="007D2038"/>
    <w:rsid w:val="007D5A36"/>
    <w:rsid w:val="007D6BE9"/>
    <w:rsid w:val="007E201A"/>
    <w:rsid w:val="007E3600"/>
    <w:rsid w:val="007F2C6E"/>
    <w:rsid w:val="00801E9E"/>
    <w:rsid w:val="008030F3"/>
    <w:rsid w:val="0081245A"/>
    <w:rsid w:val="00812B38"/>
    <w:rsid w:val="00815A69"/>
    <w:rsid w:val="00815F32"/>
    <w:rsid w:val="00816319"/>
    <w:rsid w:val="00820B2B"/>
    <w:rsid w:val="00821B57"/>
    <w:rsid w:val="00826BFC"/>
    <w:rsid w:val="008347D0"/>
    <w:rsid w:val="008366DE"/>
    <w:rsid w:val="00836B1F"/>
    <w:rsid w:val="00836E2A"/>
    <w:rsid w:val="008422EF"/>
    <w:rsid w:val="00843883"/>
    <w:rsid w:val="00846270"/>
    <w:rsid w:val="008507E2"/>
    <w:rsid w:val="008521DA"/>
    <w:rsid w:val="00852413"/>
    <w:rsid w:val="008560DB"/>
    <w:rsid w:val="008657D0"/>
    <w:rsid w:val="00870ABA"/>
    <w:rsid w:val="008717FF"/>
    <w:rsid w:val="00881349"/>
    <w:rsid w:val="00883577"/>
    <w:rsid w:val="00887821"/>
    <w:rsid w:val="008A13AA"/>
    <w:rsid w:val="008A1DF6"/>
    <w:rsid w:val="008A4584"/>
    <w:rsid w:val="008B34E7"/>
    <w:rsid w:val="008B3D37"/>
    <w:rsid w:val="008B6361"/>
    <w:rsid w:val="008C1260"/>
    <w:rsid w:val="008C4160"/>
    <w:rsid w:val="008C52E6"/>
    <w:rsid w:val="008D337F"/>
    <w:rsid w:val="008E46B8"/>
    <w:rsid w:val="008E48BC"/>
    <w:rsid w:val="008E5988"/>
    <w:rsid w:val="008E66AD"/>
    <w:rsid w:val="008F26B8"/>
    <w:rsid w:val="008F2B25"/>
    <w:rsid w:val="008F6CE6"/>
    <w:rsid w:val="008F7B8E"/>
    <w:rsid w:val="00904D63"/>
    <w:rsid w:val="00904FD5"/>
    <w:rsid w:val="0090538F"/>
    <w:rsid w:val="00920A60"/>
    <w:rsid w:val="00922EE5"/>
    <w:rsid w:val="00934600"/>
    <w:rsid w:val="00937610"/>
    <w:rsid w:val="00937FD4"/>
    <w:rsid w:val="00947210"/>
    <w:rsid w:val="00975C8D"/>
    <w:rsid w:val="009775B7"/>
    <w:rsid w:val="00981934"/>
    <w:rsid w:val="00986B02"/>
    <w:rsid w:val="0098719A"/>
    <w:rsid w:val="0099116E"/>
    <w:rsid w:val="009A44FF"/>
    <w:rsid w:val="009A7231"/>
    <w:rsid w:val="009B1DF3"/>
    <w:rsid w:val="009B1EC7"/>
    <w:rsid w:val="009B6564"/>
    <w:rsid w:val="009C2039"/>
    <w:rsid w:val="009D081E"/>
    <w:rsid w:val="009D4DDE"/>
    <w:rsid w:val="009D55A0"/>
    <w:rsid w:val="009D622C"/>
    <w:rsid w:val="009D6CB5"/>
    <w:rsid w:val="009E4F10"/>
    <w:rsid w:val="009F0191"/>
    <w:rsid w:val="009F1D68"/>
    <w:rsid w:val="009F2C6F"/>
    <w:rsid w:val="009F5C74"/>
    <w:rsid w:val="00A06205"/>
    <w:rsid w:val="00A077FC"/>
    <w:rsid w:val="00A14CFC"/>
    <w:rsid w:val="00A20F6D"/>
    <w:rsid w:val="00A2252B"/>
    <w:rsid w:val="00A26C55"/>
    <w:rsid w:val="00A3038A"/>
    <w:rsid w:val="00A36565"/>
    <w:rsid w:val="00A4115B"/>
    <w:rsid w:val="00A45BC1"/>
    <w:rsid w:val="00A51775"/>
    <w:rsid w:val="00A52852"/>
    <w:rsid w:val="00A5687C"/>
    <w:rsid w:val="00A5687F"/>
    <w:rsid w:val="00A64D1F"/>
    <w:rsid w:val="00A65C74"/>
    <w:rsid w:val="00A74D3E"/>
    <w:rsid w:val="00A80180"/>
    <w:rsid w:val="00A82F1D"/>
    <w:rsid w:val="00A8558D"/>
    <w:rsid w:val="00A8588D"/>
    <w:rsid w:val="00A87BC9"/>
    <w:rsid w:val="00A95C8C"/>
    <w:rsid w:val="00A9628F"/>
    <w:rsid w:val="00A97525"/>
    <w:rsid w:val="00AA1BD3"/>
    <w:rsid w:val="00AA3C98"/>
    <w:rsid w:val="00AD47F6"/>
    <w:rsid w:val="00AD4F4F"/>
    <w:rsid w:val="00AE24DD"/>
    <w:rsid w:val="00AE4ACC"/>
    <w:rsid w:val="00AE4B63"/>
    <w:rsid w:val="00AF2D51"/>
    <w:rsid w:val="00AF3CEB"/>
    <w:rsid w:val="00AF3E57"/>
    <w:rsid w:val="00AF7B91"/>
    <w:rsid w:val="00B013C5"/>
    <w:rsid w:val="00B11AAC"/>
    <w:rsid w:val="00B14D34"/>
    <w:rsid w:val="00B15963"/>
    <w:rsid w:val="00B16313"/>
    <w:rsid w:val="00B36FCB"/>
    <w:rsid w:val="00B5375E"/>
    <w:rsid w:val="00B567AE"/>
    <w:rsid w:val="00B57386"/>
    <w:rsid w:val="00B600ED"/>
    <w:rsid w:val="00B62708"/>
    <w:rsid w:val="00B62AFC"/>
    <w:rsid w:val="00B63B01"/>
    <w:rsid w:val="00B81689"/>
    <w:rsid w:val="00B8588B"/>
    <w:rsid w:val="00B86D3E"/>
    <w:rsid w:val="00B92378"/>
    <w:rsid w:val="00B92C4B"/>
    <w:rsid w:val="00BB4328"/>
    <w:rsid w:val="00BC0AC6"/>
    <w:rsid w:val="00BC324A"/>
    <w:rsid w:val="00BD60E9"/>
    <w:rsid w:val="00BE4ABF"/>
    <w:rsid w:val="00BF2602"/>
    <w:rsid w:val="00C0041B"/>
    <w:rsid w:val="00C0490B"/>
    <w:rsid w:val="00C072FC"/>
    <w:rsid w:val="00C1186F"/>
    <w:rsid w:val="00C12167"/>
    <w:rsid w:val="00C13362"/>
    <w:rsid w:val="00C14492"/>
    <w:rsid w:val="00C208F6"/>
    <w:rsid w:val="00C31D05"/>
    <w:rsid w:val="00C33E15"/>
    <w:rsid w:val="00C33E37"/>
    <w:rsid w:val="00C3744A"/>
    <w:rsid w:val="00C37BDE"/>
    <w:rsid w:val="00C41B10"/>
    <w:rsid w:val="00C5069C"/>
    <w:rsid w:val="00C52882"/>
    <w:rsid w:val="00C54821"/>
    <w:rsid w:val="00C70FCA"/>
    <w:rsid w:val="00C84F84"/>
    <w:rsid w:val="00C860EC"/>
    <w:rsid w:val="00C92EC6"/>
    <w:rsid w:val="00CA36AB"/>
    <w:rsid w:val="00CA5047"/>
    <w:rsid w:val="00CA5261"/>
    <w:rsid w:val="00CA5ECF"/>
    <w:rsid w:val="00CB0C97"/>
    <w:rsid w:val="00CB0D1D"/>
    <w:rsid w:val="00CB24C3"/>
    <w:rsid w:val="00CB2A9D"/>
    <w:rsid w:val="00CB4424"/>
    <w:rsid w:val="00CB4C91"/>
    <w:rsid w:val="00CD5AC3"/>
    <w:rsid w:val="00CE010D"/>
    <w:rsid w:val="00CE3449"/>
    <w:rsid w:val="00CE5757"/>
    <w:rsid w:val="00CE68EB"/>
    <w:rsid w:val="00CF0416"/>
    <w:rsid w:val="00CF28FC"/>
    <w:rsid w:val="00CF3A56"/>
    <w:rsid w:val="00D02429"/>
    <w:rsid w:val="00D11C2C"/>
    <w:rsid w:val="00D12B59"/>
    <w:rsid w:val="00D16C44"/>
    <w:rsid w:val="00D20CDF"/>
    <w:rsid w:val="00D22189"/>
    <w:rsid w:val="00D3229F"/>
    <w:rsid w:val="00D34732"/>
    <w:rsid w:val="00D372D8"/>
    <w:rsid w:val="00D37FD6"/>
    <w:rsid w:val="00D434CE"/>
    <w:rsid w:val="00D53FD1"/>
    <w:rsid w:val="00D61AC2"/>
    <w:rsid w:val="00D644D8"/>
    <w:rsid w:val="00D65FA8"/>
    <w:rsid w:val="00D70A6A"/>
    <w:rsid w:val="00D8004F"/>
    <w:rsid w:val="00D925E4"/>
    <w:rsid w:val="00D92858"/>
    <w:rsid w:val="00D93B11"/>
    <w:rsid w:val="00D9650C"/>
    <w:rsid w:val="00DA3817"/>
    <w:rsid w:val="00DC6A9D"/>
    <w:rsid w:val="00DE54F4"/>
    <w:rsid w:val="00DF09C1"/>
    <w:rsid w:val="00DF3543"/>
    <w:rsid w:val="00DF499C"/>
    <w:rsid w:val="00E01B13"/>
    <w:rsid w:val="00E02516"/>
    <w:rsid w:val="00E03750"/>
    <w:rsid w:val="00E102B2"/>
    <w:rsid w:val="00E13207"/>
    <w:rsid w:val="00E14683"/>
    <w:rsid w:val="00E15D34"/>
    <w:rsid w:val="00E21C65"/>
    <w:rsid w:val="00E25EFB"/>
    <w:rsid w:val="00E27313"/>
    <w:rsid w:val="00E27764"/>
    <w:rsid w:val="00E42838"/>
    <w:rsid w:val="00E475BC"/>
    <w:rsid w:val="00E47B99"/>
    <w:rsid w:val="00E50688"/>
    <w:rsid w:val="00E52CC0"/>
    <w:rsid w:val="00E667D8"/>
    <w:rsid w:val="00E671CF"/>
    <w:rsid w:val="00E709CF"/>
    <w:rsid w:val="00E7551F"/>
    <w:rsid w:val="00E75BAB"/>
    <w:rsid w:val="00E803C9"/>
    <w:rsid w:val="00E812C9"/>
    <w:rsid w:val="00E82B23"/>
    <w:rsid w:val="00E90B4A"/>
    <w:rsid w:val="00E9110B"/>
    <w:rsid w:val="00E96270"/>
    <w:rsid w:val="00E97769"/>
    <w:rsid w:val="00EB7064"/>
    <w:rsid w:val="00EC113D"/>
    <w:rsid w:val="00EC416D"/>
    <w:rsid w:val="00EF43D6"/>
    <w:rsid w:val="00F045B3"/>
    <w:rsid w:val="00F050F6"/>
    <w:rsid w:val="00F05626"/>
    <w:rsid w:val="00F07F7C"/>
    <w:rsid w:val="00F11E36"/>
    <w:rsid w:val="00F168B3"/>
    <w:rsid w:val="00F21B30"/>
    <w:rsid w:val="00F221EF"/>
    <w:rsid w:val="00F23F4D"/>
    <w:rsid w:val="00F24616"/>
    <w:rsid w:val="00F342DA"/>
    <w:rsid w:val="00F34906"/>
    <w:rsid w:val="00F429A7"/>
    <w:rsid w:val="00F43DCD"/>
    <w:rsid w:val="00F4607E"/>
    <w:rsid w:val="00F467F7"/>
    <w:rsid w:val="00F529B8"/>
    <w:rsid w:val="00F52C1A"/>
    <w:rsid w:val="00F537F9"/>
    <w:rsid w:val="00F61A4A"/>
    <w:rsid w:val="00F627FC"/>
    <w:rsid w:val="00F62CD5"/>
    <w:rsid w:val="00F63ADE"/>
    <w:rsid w:val="00F64FE1"/>
    <w:rsid w:val="00F71563"/>
    <w:rsid w:val="00F81A2F"/>
    <w:rsid w:val="00F8589A"/>
    <w:rsid w:val="00F93C25"/>
    <w:rsid w:val="00F93DC3"/>
    <w:rsid w:val="00F97068"/>
    <w:rsid w:val="00FA2790"/>
    <w:rsid w:val="00FA3A54"/>
    <w:rsid w:val="00FA4166"/>
    <w:rsid w:val="00FA4835"/>
    <w:rsid w:val="00FA4F62"/>
    <w:rsid w:val="00FB14BD"/>
    <w:rsid w:val="00FB676C"/>
    <w:rsid w:val="00FB67E4"/>
    <w:rsid w:val="00FC1CE0"/>
    <w:rsid w:val="00FC3339"/>
    <w:rsid w:val="00FC4866"/>
    <w:rsid w:val="00FC55AA"/>
    <w:rsid w:val="00FC69E3"/>
    <w:rsid w:val="00FC7076"/>
    <w:rsid w:val="00FC77C4"/>
    <w:rsid w:val="00FD7442"/>
    <w:rsid w:val="00FE39FE"/>
    <w:rsid w:val="00FE7719"/>
    <w:rsid w:val="00FF1279"/>
    <w:rsid w:val="00FF36E5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4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6435"/>
    <w:pPr>
      <w:tabs>
        <w:tab w:val="center" w:pos="4320"/>
        <w:tab w:val="right" w:pos="8640"/>
      </w:tabs>
    </w:pPr>
  </w:style>
  <w:style w:type="character" w:styleId="Hyperlink">
    <w:name w:val="Hyperlink"/>
    <w:rsid w:val="00042CCC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042CC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042CC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rsid w:val="007545E4"/>
    <w:pPr>
      <w:spacing w:before="100" w:beforeAutospacing="1" w:after="100" w:afterAutospacing="1"/>
    </w:pPr>
  </w:style>
  <w:style w:type="character" w:styleId="Strong">
    <w:name w:val="Strong"/>
    <w:qFormat/>
    <w:rsid w:val="007545E4"/>
    <w:rPr>
      <w:b/>
      <w:bCs/>
    </w:rPr>
  </w:style>
  <w:style w:type="character" w:customStyle="1" w:styleId="title1">
    <w:name w:val="title1"/>
    <w:rsid w:val="000D7750"/>
    <w:rPr>
      <w:rFonts w:ascii="Arial" w:hAnsi="Arial" w:cs="Arial" w:hint="default"/>
      <w:b/>
      <w:bCs/>
      <w:color w:val="000000"/>
      <w:sz w:val="24"/>
      <w:szCs w:val="24"/>
    </w:rPr>
  </w:style>
  <w:style w:type="character" w:styleId="Emphasis">
    <w:name w:val="Emphasis"/>
    <w:qFormat/>
    <w:rsid w:val="000D7750"/>
    <w:rPr>
      <w:i/>
      <w:iCs/>
    </w:rPr>
  </w:style>
  <w:style w:type="character" w:customStyle="1" w:styleId="imagecaption1">
    <w:name w:val="imagecaption1"/>
    <w:rsid w:val="000D7750"/>
    <w:rPr>
      <w:rFonts w:ascii="Verdana" w:hAnsi="Verdana" w:hint="default"/>
      <w:color w:val="1E2034"/>
      <w:sz w:val="14"/>
      <w:szCs w:val="14"/>
    </w:rPr>
  </w:style>
  <w:style w:type="paragraph" w:styleId="BalloonText">
    <w:name w:val="Balloon Text"/>
    <w:basedOn w:val="Normal"/>
    <w:semiHidden/>
    <w:rsid w:val="000D77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65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ro1">
    <w:name w:val="intro1"/>
    <w:basedOn w:val="Normal"/>
    <w:rsid w:val="004B68DF"/>
    <w:pPr>
      <w:shd w:val="clear" w:color="auto" w:fill="C29A4E"/>
      <w:spacing w:line="210" w:lineRule="atLeast"/>
    </w:pPr>
  </w:style>
  <w:style w:type="character" w:styleId="PageNumber">
    <w:name w:val="page number"/>
    <w:basedOn w:val="DefaultParagraphFont"/>
    <w:rsid w:val="00462146"/>
  </w:style>
  <w:style w:type="character" w:customStyle="1" w:styleId="HeaderChar">
    <w:name w:val="Header Char"/>
    <w:basedOn w:val="DefaultParagraphFont"/>
    <w:link w:val="Header"/>
    <w:uiPriority w:val="99"/>
    <w:rsid w:val="00B63B0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4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6435"/>
    <w:pPr>
      <w:tabs>
        <w:tab w:val="center" w:pos="4320"/>
        <w:tab w:val="right" w:pos="8640"/>
      </w:tabs>
    </w:pPr>
  </w:style>
  <w:style w:type="character" w:styleId="Hyperlink">
    <w:name w:val="Hyperlink"/>
    <w:rsid w:val="00042CCC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042CC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042CC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rsid w:val="007545E4"/>
    <w:pPr>
      <w:spacing w:before="100" w:beforeAutospacing="1" w:after="100" w:afterAutospacing="1"/>
    </w:pPr>
  </w:style>
  <w:style w:type="character" w:styleId="Strong">
    <w:name w:val="Strong"/>
    <w:qFormat/>
    <w:rsid w:val="007545E4"/>
    <w:rPr>
      <w:b/>
      <w:bCs/>
    </w:rPr>
  </w:style>
  <w:style w:type="character" w:customStyle="1" w:styleId="title1">
    <w:name w:val="title1"/>
    <w:rsid w:val="000D7750"/>
    <w:rPr>
      <w:rFonts w:ascii="Arial" w:hAnsi="Arial" w:cs="Arial" w:hint="default"/>
      <w:b/>
      <w:bCs/>
      <w:color w:val="000000"/>
      <w:sz w:val="24"/>
      <w:szCs w:val="24"/>
    </w:rPr>
  </w:style>
  <w:style w:type="character" w:styleId="Emphasis">
    <w:name w:val="Emphasis"/>
    <w:qFormat/>
    <w:rsid w:val="000D7750"/>
    <w:rPr>
      <w:i/>
      <w:iCs/>
    </w:rPr>
  </w:style>
  <w:style w:type="character" w:customStyle="1" w:styleId="imagecaption1">
    <w:name w:val="imagecaption1"/>
    <w:rsid w:val="000D7750"/>
    <w:rPr>
      <w:rFonts w:ascii="Verdana" w:hAnsi="Verdana" w:hint="default"/>
      <w:color w:val="1E2034"/>
      <w:sz w:val="14"/>
      <w:szCs w:val="14"/>
    </w:rPr>
  </w:style>
  <w:style w:type="paragraph" w:styleId="BalloonText">
    <w:name w:val="Balloon Text"/>
    <w:basedOn w:val="Normal"/>
    <w:semiHidden/>
    <w:rsid w:val="000D77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65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ro1">
    <w:name w:val="intro1"/>
    <w:basedOn w:val="Normal"/>
    <w:rsid w:val="004B68DF"/>
    <w:pPr>
      <w:shd w:val="clear" w:color="auto" w:fill="C29A4E"/>
      <w:spacing w:line="210" w:lineRule="atLeast"/>
    </w:pPr>
  </w:style>
  <w:style w:type="character" w:styleId="PageNumber">
    <w:name w:val="page number"/>
    <w:basedOn w:val="DefaultParagraphFont"/>
    <w:rsid w:val="00462146"/>
  </w:style>
  <w:style w:type="character" w:customStyle="1" w:styleId="HeaderChar">
    <w:name w:val="Header Char"/>
    <w:basedOn w:val="DefaultParagraphFont"/>
    <w:link w:val="Header"/>
    <w:uiPriority w:val="99"/>
    <w:rsid w:val="00B63B0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7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5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13357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40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36" w:space="0" w:color="DBC18E"/>
                            <w:left w:val="single" w:sz="36" w:space="1" w:color="DBC18E"/>
                            <w:bottom w:val="single" w:sz="36" w:space="0" w:color="DBC18E"/>
                            <w:right w:val="single" w:sz="36" w:space="1" w:color="DBC18E"/>
                          </w:divBdr>
                          <w:divsChild>
                            <w:div w:id="124251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544560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169032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9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4056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2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1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236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746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4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3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2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6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5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2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6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8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8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7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4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4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4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0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0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2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6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1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5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33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header" Target="header4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rickson\Desktop\2014_no_ID-Quick%20Start-document-All-EXAMPL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\Users\serickson\Desktop\2014_no_ID-Quick Start-document-All-EXAMPLE.dotm</Template>
  <TotalTime>0</TotalTime>
  <Pages>1</Pages>
  <Words>264</Words>
  <Characters>1506</Characters>
  <Application>Microsoft Macintosh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According to our records, you have not yet created your NSTA Learning Center account and taken the Force &amp; Motion pre-assessment</vt:lpstr>
    </vt:vector>
  </TitlesOfParts>
  <Company>NSTA</Company>
  <LinksUpToDate>false</LinksUpToDate>
  <CharactersWithSpaces>1767</CharactersWithSpaces>
  <SharedDoc>false</SharedDoc>
  <HLinks>
    <vt:vector size="6" baseType="variant">
      <vt:variant>
        <vt:i4>5832803</vt:i4>
      </vt:variant>
      <vt:variant>
        <vt:i4>0</vt:i4>
      </vt:variant>
      <vt:variant>
        <vt:i4>0</vt:i4>
      </vt:variant>
      <vt:variant>
        <vt:i4>5</vt:i4>
      </vt:variant>
      <vt:variant>
        <vt:lpwstr>mailto:learningcenterhelp@nsta.org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According to our records, you have not yet created your NSTA Learning Center account and taken the Force &amp; Motion pre-assessment</dc:title>
  <dc:creator>Stephanie Erickson</dc:creator>
  <cp:lastModifiedBy>Leslie Suters</cp:lastModifiedBy>
  <cp:revision>2</cp:revision>
  <cp:lastPrinted>2015-09-27T19:37:00Z</cp:lastPrinted>
  <dcterms:created xsi:type="dcterms:W3CDTF">2016-07-05T13:31:00Z</dcterms:created>
  <dcterms:modified xsi:type="dcterms:W3CDTF">2016-07-05T13:31:00Z</dcterms:modified>
</cp:coreProperties>
</file>